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4265" w:right="4245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Appendix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3078" w:right="3059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History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Instructor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Improveme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40" w:right="889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Sourc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240" w:right="103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Carr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4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em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orig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rom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ittee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003.)</w:t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40" w:right="747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Bac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ground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/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Discussion: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30" w:lineRule="exact"/>
        <w:ind w:left="240" w:right="185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10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eeting,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ris,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IST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Committee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refer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aterial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teaching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ethods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train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cces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Distilli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essence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aterials,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mmit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</w:p>
    <w:p>
      <w:pPr>
        <w:spacing w:before="0" w:after="0" w:line="226" w:lineRule="exact"/>
        <w:ind w:left="240" w:right="188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believes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nst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uct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train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ore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just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echnical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aterial;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they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eed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raining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setting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</w:p>
    <w:p>
      <w:pPr>
        <w:spacing w:before="0" w:after="0" w:line="240" w:lineRule="auto"/>
        <w:ind w:left="240" w:right="18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learni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es,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deve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aterials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bjecti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ind,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selecting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train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ethods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incorporate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adult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lear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styles,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effecti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their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g.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40" w:right="770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Education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bsy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tem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24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72.5655pt;height:181.5pt;mso-position-horizontal-relative:char;mso-position-vertical-relative:line" type="#_x0000_t75">
            <v:imagedata r:id="rId11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40" w:right="18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hree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levels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ecti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relates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em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(1)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raini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acti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ities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ucces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ful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2)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thods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ssessing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succe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learni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bje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rbs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ilar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hese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acti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ities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req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ired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lear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assessme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tools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ppropriate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success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el.</w:t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2.700005" w:type="dxa"/>
      </w:tblPr>
      <w:tblGrid/>
      <w:tr>
        <w:trPr>
          <w:trHeight w:val="250" w:hRule="exact"/>
        </w:trPr>
        <w:tc>
          <w:tcPr>
            <w:tcW w:w="2394" w:type="dxa"/>
            <w:tcBorders>
              <w:top w:val="single" w:sz="5.11984" w:space="0" w:color="000000"/>
              <w:bottom w:val="single" w:sz="4.639840" w:space="0" w:color="000000"/>
              <w:left w:val="single" w:sz="11.92" w:space="0" w:color="000000"/>
              <w:right w:val="single" w:sz="4.640" w:space="0" w:color="000000"/>
            </w:tcBorders>
          </w:tcPr>
          <w:p>
            <w:pPr>
              <w:spacing w:before="8" w:after="0" w:line="240" w:lineRule="auto"/>
              <w:ind w:left="93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Assessm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nts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2124" w:type="dxa"/>
            <w:tcBorders>
              <w:top w:val="single" w:sz="5.11984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5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lti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le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ice</w:t>
            </w:r>
          </w:p>
        </w:tc>
        <w:tc>
          <w:tcPr>
            <w:tcW w:w="2070" w:type="dxa"/>
            <w:tcBorders>
              <w:top w:val="single" w:sz="5.11984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" w:after="0" w:line="240" w:lineRule="auto"/>
              <w:ind w:left="103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lti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le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ice</w:t>
            </w:r>
          </w:p>
        </w:tc>
        <w:tc>
          <w:tcPr>
            <w:tcW w:w="2988" w:type="dxa"/>
            <w:tcBorders>
              <w:top w:val="single" w:sz="5.11984" w:space="0" w:color="000000"/>
              <w:bottom w:val="single" w:sz="4.639840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5" w:after="0" w:line="240" w:lineRule="auto"/>
              <w:ind w:left="10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Practical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les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Sh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rt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Answer</w:t>
            </w:r>
          </w:p>
        </w:tc>
      </w:tr>
      <w:tr>
        <w:trPr>
          <w:trHeight w:val="940" w:hRule="exact"/>
        </w:trPr>
        <w:tc>
          <w:tcPr>
            <w:tcW w:w="2394" w:type="dxa"/>
            <w:tcBorders>
              <w:top w:val="single" w:sz="4.639840" w:space="0" w:color="000000"/>
              <w:bottom w:val="single" w:sz="12.32008" w:space="0" w:color="000000"/>
              <w:left w:val="single" w:sz="11.92" w:space="0" w:color="000000"/>
              <w:right w:val="single" w:sz="4.640" w:space="0" w:color="000000"/>
            </w:tcBorders>
          </w:tcPr>
          <w:p>
            <w:pPr>
              <w:spacing w:before="0" w:after="0" w:line="228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Tr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  <w:b/>
                <w:bCs/>
              </w:rPr>
              <w:t>a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ining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Acti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  <w:b/>
                <w:bCs/>
              </w:rPr>
              <w:t>v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ities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2124" w:type="dxa"/>
            <w:tcBorders>
              <w:top w:val="single" w:sz="4.639840" w:space="0" w:color="000000"/>
              <w:bottom w:val="single" w:sz="12.32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26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Lecture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Vid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os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Exa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ples</w:t>
            </w:r>
          </w:p>
        </w:tc>
        <w:tc>
          <w:tcPr>
            <w:tcW w:w="2070" w:type="dxa"/>
            <w:tcBorders>
              <w:top w:val="single" w:sz="4.639840" w:space="0" w:color="000000"/>
              <w:bottom w:val="single" w:sz="12.32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6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Discuss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on</w:t>
            </w:r>
          </w:p>
          <w:p>
            <w:pPr>
              <w:spacing w:before="0" w:after="0" w:line="239" w:lineRule="auto"/>
              <w:ind w:left="102" w:right="91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iew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Learn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Prese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tati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n</w:t>
            </w:r>
          </w:p>
        </w:tc>
        <w:tc>
          <w:tcPr>
            <w:tcW w:w="2988" w:type="dxa"/>
            <w:tcBorders>
              <w:top w:val="single" w:sz="4.639840" w:space="0" w:color="000000"/>
              <w:bottom w:val="single" w:sz="12.32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26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Exercises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lati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s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strati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ns</w:t>
            </w:r>
          </w:p>
        </w:tc>
      </w:tr>
      <w:tr>
        <w:trPr>
          <w:trHeight w:val="260" w:hRule="exact"/>
        </w:trPr>
        <w:tc>
          <w:tcPr>
            <w:tcW w:w="2394" w:type="dxa"/>
            <w:tcBorders>
              <w:top w:val="single" w:sz="12.32008" w:space="0" w:color="000000"/>
              <w:bottom w:val="single" w:sz="12.32008" w:space="0" w:color="000000"/>
              <w:left w:val="single" w:sz="11.92" w:space="0" w:color="000000"/>
              <w:right w:val="single" w:sz="4.640" w:space="0" w:color="000000"/>
            </w:tcBorders>
          </w:tcPr>
          <w:p>
            <w:pPr>
              <w:spacing w:before="0" w:after="0" w:line="229" w:lineRule="exact"/>
              <w:ind w:left="93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Co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nit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  <w:b/>
                <w:bCs/>
              </w:rPr>
              <w:t>i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  <w:b/>
                <w:bCs/>
              </w:rPr>
              <w:t>v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Levels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2124" w:type="dxa"/>
            <w:tcBorders>
              <w:top w:val="single" w:sz="12.32008" w:space="0" w:color="000000"/>
              <w:bottom w:val="single" w:sz="12.32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2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Kn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wled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  <w:b/>
                <w:bCs/>
              </w:rPr>
              <w:t>g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2070" w:type="dxa"/>
            <w:tcBorders>
              <w:top w:val="single" w:sz="12.32008" w:space="0" w:color="000000"/>
              <w:bottom w:val="single" w:sz="12.32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C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  <w:b/>
                <w:bCs/>
              </w:rPr>
              <w:t>m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prehensi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  <w:b/>
                <w:bCs/>
              </w:rPr>
              <w:t>v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2988" w:type="dxa"/>
            <w:tcBorders>
              <w:top w:val="single" w:sz="12.32008" w:space="0" w:color="000000"/>
              <w:bottom w:val="single" w:sz="12.32008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29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  <w:b/>
                <w:bCs/>
              </w:rPr>
              <w:t>Application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</w:tc>
      </w:tr>
      <w:tr>
        <w:trPr>
          <w:trHeight w:val="950" w:hRule="exact"/>
        </w:trPr>
        <w:tc>
          <w:tcPr>
            <w:tcW w:w="2394" w:type="dxa"/>
            <w:tcBorders>
              <w:top w:val="single" w:sz="12.32008" w:space="0" w:color="000000"/>
              <w:bottom w:val="single" w:sz="12.32" w:space="0" w:color="000000"/>
              <w:left w:val="single" w:sz="11.92" w:space="0" w:color="000000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2124" w:type="dxa"/>
            <w:tcBorders>
              <w:top w:val="single" w:sz="12.32008" w:space="0" w:color="000000"/>
              <w:bottom w:val="single" w:sz="12.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2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Def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ne</w:t>
            </w:r>
          </w:p>
          <w:p>
            <w:pPr>
              <w:spacing w:before="0" w:after="0" w:line="229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Relate</w:t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List</w:t>
            </w:r>
          </w:p>
        </w:tc>
        <w:tc>
          <w:tcPr>
            <w:tcW w:w="2070" w:type="dxa"/>
            <w:tcBorders>
              <w:top w:val="single" w:sz="12.32008" w:space="0" w:color="000000"/>
              <w:bottom w:val="single" w:sz="12.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Restate</w:t>
            </w:r>
          </w:p>
          <w:p>
            <w:pPr>
              <w:spacing w:before="2" w:after="0" w:line="230" w:lineRule="exact"/>
              <w:ind w:left="102" w:right="119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Discuss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Descr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be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tify</w:t>
            </w:r>
          </w:p>
        </w:tc>
        <w:tc>
          <w:tcPr>
            <w:tcW w:w="2988" w:type="dxa"/>
            <w:tcBorders>
              <w:top w:val="single" w:sz="12.32008" w:space="0" w:color="000000"/>
              <w:bottom w:val="single" w:sz="12.32" w:space="0" w:color="000000"/>
              <w:left w:val="single" w:sz="4.64008" w:space="0" w:color="000000"/>
              <w:right w:val="single" w:sz="4.64032" w:space="0" w:color="000000"/>
            </w:tcBorders>
          </w:tcPr>
          <w:p>
            <w:pPr>
              <w:spacing w:before="0" w:after="0" w:line="227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ploy</w:t>
            </w:r>
          </w:p>
          <w:p>
            <w:pPr>
              <w:spacing w:before="2" w:after="0" w:line="230" w:lineRule="exact"/>
              <w:ind w:left="102" w:right="210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ply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Use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Ill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strate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240" w:right="18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T,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essed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collab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rating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efforts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cate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struct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learni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niqu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relat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learni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jecti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NCWM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post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T,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aterial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ert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hnical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aterial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PDC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urc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web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ance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eval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erest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mate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Failure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incl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steps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ften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fail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train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ts.</w:t>
      </w:r>
    </w:p>
    <w:p>
      <w:pPr>
        <w:jc w:val="both"/>
        <w:spacing w:after="0"/>
        <w:sectPr>
          <w:pgNumType w:start="1"/>
          <w:pgMar w:header="742" w:footer="728" w:top="1160" w:bottom="920" w:left="1200" w:right="1200"/>
          <w:headerReference w:type="odd" r:id="rId7"/>
          <w:headerReference w:type="even" r:id="rId8"/>
          <w:footerReference w:type="odd" r:id="rId9"/>
          <w:footerReference w:type="even" r:id="rId10"/>
          <w:type w:val="continuous"/>
          <w:pgSz w:w="12240" w:h="15840"/>
        </w:sectPr>
      </w:pPr>
      <w:rPr/>
    </w:p>
    <w:p>
      <w:pPr>
        <w:spacing w:before="1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4" w:after="0" w:line="240" w:lineRule="auto"/>
        <w:ind w:left="120" w:right="644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Prof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ssio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erti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Pro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b/>
          <w:bCs/>
        </w:rPr>
        <w:t>ram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120" w:right="608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oach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70.999601pt;height:144.96pt;mso-position-horizontal-relative:char;mso-position-vertical-relative:line" type="#_x0000_t75">
            <v:imagedata r:id="rId12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20" w:right="8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ittee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calling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states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aining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lysis,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Deve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op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t,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eir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aining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arations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ain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evaluation.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one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rtici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ate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BO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odu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co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ainers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existi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BOK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odules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aining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ns.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39" w:lineRule="auto"/>
        <w:ind w:left="120" w:right="8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mmi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ura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also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look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prese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tat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Co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lete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ing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Pro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ram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par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ert,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NIST,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prese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tati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tli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ays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aining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prove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ghts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easures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ateria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Contact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kert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20" w:right="82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12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NIST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OWM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they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using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OK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ew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itiati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stressing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lt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lear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echn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q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ly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lar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effecti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ties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sely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ith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ew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aseline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discus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tem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410-1.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T,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OWM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using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ure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ain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urses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rereq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isite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rse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terials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ak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ready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ting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quest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seline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etency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hey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signif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cant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efficiencies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purpose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alre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place.</w:t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20" w:right="82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Ms.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ert,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IST,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OWM,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recom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ended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basic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ath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prer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quisite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per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ro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weights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easur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sponsored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ath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ld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llow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vel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math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ills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cess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efficient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effective.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fficial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ssed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Calif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licensing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req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college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egree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which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quires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cer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nu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be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cou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satisfy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ath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req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isite.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Several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Calif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fficials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pressed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concern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essio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Certi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ication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replac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existing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licensing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s,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nd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igh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qu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nd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existing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statutes.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etency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skill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Committee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recommends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sco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op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onst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basic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etency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tak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Funda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entals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Metro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ogy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train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cours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NIST.</w:t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20" w:right="8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011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Meeting: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training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trainers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adult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learn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techniques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ubject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matter.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further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reco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endati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ade.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39" w:lineRule="auto"/>
        <w:ind w:left="120" w:right="8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Meeting: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ittee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stressed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struc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mmittee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ed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sing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lear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ecti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stresses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test.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ning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propriate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has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elivered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effective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y,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loyee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should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ave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lem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assing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air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certificate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wall,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etent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ect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ords;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84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JOB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SUCCESS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=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EXAM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SUCCESS</w:t>
      </w:r>
    </w:p>
    <w:p>
      <w:pPr>
        <w:jc w:val="left"/>
        <w:spacing w:after="0"/>
        <w:sectPr>
          <w:pgMar w:header="742" w:footer="728" w:top="1160" w:bottom="920" w:left="1320" w:right="1300"/>
          <w:pgSz w:w="12240" w:h="15840"/>
        </w:sectPr>
      </w:pPr>
      <w:rPr/>
    </w:p>
    <w:p>
      <w:pPr>
        <w:spacing w:before="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4" w:after="0" w:line="240" w:lineRule="auto"/>
        <w:ind w:left="120" w:right="6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Carol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ert,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stressed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qu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rtn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rsh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ween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trainee,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iner,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isor.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mmittee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rees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rom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levels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critical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training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ucce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s.</w:t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20" w:right="6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0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1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Interim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eeting: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ittee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reco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ended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</w:p>
    <w:p>
      <w:pPr>
        <w:spacing w:before="0" w:after="0" w:line="240" w:lineRule="auto"/>
        <w:ind w:left="120" w:right="635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fer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nce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aterial.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39" w:lineRule="auto"/>
        <w:ind w:left="120" w:right="63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WW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012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eeti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mmi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ted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terest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NIST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rts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hest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q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ality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ut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Unit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States.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ittee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reco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ends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llowin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480" w:right="-20"/>
        <w:jc w:val="left"/>
        <w:tabs>
          <w:tab w:pos="84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Symbol" w:hAnsi="Symbol" w:cs="Symbol" w:eastAsia="Symbol"/>
          <w:sz w:val="20"/>
          <w:szCs w:val="20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selected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cess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agreed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tween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NIST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M;</w:t>
      </w:r>
    </w:p>
    <w:p>
      <w:pPr>
        <w:spacing w:before="15" w:after="0" w:line="230" w:lineRule="exact"/>
        <w:ind w:left="840" w:right="66" w:firstLine="-360"/>
        <w:jc w:val="left"/>
        <w:tabs>
          <w:tab w:pos="84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Symbol" w:hAnsi="Symbol" w:cs="Symbol" w:eastAsia="Symbol"/>
          <w:sz w:val="20"/>
          <w:szCs w:val="20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Regional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trainers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receive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ourses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adult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learning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techniques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nv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rti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ical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infor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ation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training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aterials;</w:t>
      </w:r>
    </w:p>
    <w:p>
      <w:pPr>
        <w:spacing w:before="13" w:after="0" w:line="230" w:lineRule="exact"/>
        <w:ind w:left="840" w:right="65" w:firstLine="-360"/>
        <w:jc w:val="left"/>
        <w:tabs>
          <w:tab w:pos="84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Symbol" w:hAnsi="Symbol" w:cs="Symbol" w:eastAsia="Symbol"/>
          <w:sz w:val="20"/>
          <w:szCs w:val="20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Regi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nity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indiv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dual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ictions;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</w:p>
    <w:p>
      <w:pPr>
        <w:spacing w:before="15" w:after="0" w:line="230" w:lineRule="exact"/>
        <w:ind w:left="840" w:right="67" w:firstLine="-360"/>
        <w:jc w:val="left"/>
        <w:tabs>
          <w:tab w:pos="84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Symbol" w:hAnsi="Symbol" w:cs="Symbol" w:eastAsia="Symbol"/>
          <w:sz w:val="20"/>
          <w:szCs w:val="20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Associate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ersh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Committee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NIST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itiati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aila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u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e.</w:t>
      </w:r>
    </w:p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39" w:lineRule="auto"/>
        <w:ind w:left="120" w:right="63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2012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terim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ressed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terest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e-Trai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classes.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stration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was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ov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ess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aterials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fess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onal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ertification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tak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ng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ittee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encour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attend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seek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rtificati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eir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inspect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rs.</w:t>
      </w:r>
    </w:p>
    <w:p>
      <w:pPr>
        <w:jc w:val="both"/>
        <w:spacing w:after="0"/>
        <w:sectPr>
          <w:pgMar w:header="742" w:footer="728" w:top="1160" w:bottom="920" w:left="1320" w:right="1320"/>
          <w:pgSz w:w="12240" w:h="15840"/>
        </w:sectPr>
      </w:pPr>
      <w:rPr/>
    </w:p>
    <w:p>
      <w:pPr>
        <w:spacing w:before="10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2808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NTIONALLY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LEFT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ANK</w:t>
      </w:r>
    </w:p>
    <w:sectPr>
      <w:pgMar w:header="742" w:footer="728" w:top="1160" w:bottom="920" w:left="1340" w:right="1720"/>
      <w:pgSz w:w="12240" w:h="15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Symbol"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5.259644pt;margin-top:744.59729pt;width:42.47279pt;height:12.02pt;mso-position-horizontal-relative:page;mso-position-vertical-relative:page;z-index:-198" type="#_x0000_t202" filled="f" stroked="f">
          <v:textbox inset="0,0,0,0">
            <w:txbxContent>
              <w:p>
                <w:pPr>
                  <w:spacing w:before="0" w:after="0" w:line="225" w:lineRule="exact"/>
                  <w:ind w:left="20" w:right="-2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PDC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-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C</w:t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5.25943pt;margin-top:744.59729pt;width:42.47795pt;height:12.02pt;mso-position-horizontal-relative:page;mso-position-vertical-relative:page;z-index:-197" type="#_x0000_t202" filled="f" stroked="f">
          <v:textbox inset="0,0,0,0">
            <w:txbxContent>
              <w:p>
                <w:pPr>
                  <w:spacing w:before="0" w:after="0" w:line="225" w:lineRule="exact"/>
                  <w:ind w:left="20" w:right="-2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PDC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-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C</w:t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41.839569pt;margin-top:36.117168pt;width:199.220664pt;height:23.539994pt;mso-position-horizontal-relative:page;mso-position-vertical-relative:page;z-index:-200" type="#_x0000_t202" filled="f" stroked="f">
          <v:textbox inset="0,0,0,0">
            <w:txbxContent>
              <w:p>
                <w:pPr>
                  <w:spacing w:before="0" w:after="0" w:line="225" w:lineRule="exact"/>
                  <w:ind w:left="2068" w:right="-49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PDC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</w:rPr>
                  <w:t>2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014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F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2"/>
                    <w:w w:val="100"/>
                  </w:rPr>
                  <w:t>i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1"/>
                    <w:w w:val="100"/>
                  </w:rPr>
                  <w:t>n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al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Re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</w:rPr>
                  <w:t>p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ort</w:t>
                </w:r>
              </w:p>
              <w:p>
                <w:pPr>
                  <w:spacing w:before="0" w:after="0" w:line="240" w:lineRule="auto"/>
                  <w:ind w:left="20" w:right="-5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A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1"/>
                    <w:w w:val="100"/>
                  </w:rPr>
                  <w:t>p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p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1"/>
                    <w:w w:val="100"/>
                  </w:rPr>
                  <w:t>e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nd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2"/>
                    <w:w w:val="100"/>
                  </w:rPr>
                  <w:t>i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x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C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–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History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1"/>
                    <w:w w:val="100"/>
                  </w:rPr>
                  <w:t>o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f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1"/>
                    <w:w w:val="100"/>
                  </w:rPr>
                  <w:t>I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ns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2"/>
                    <w:w w:val="100"/>
                  </w:rPr>
                  <w:t>t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ruc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2"/>
                    <w:w w:val="100"/>
                  </w:rPr>
                  <w:t>t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</w:rPr>
                  <w:t>o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r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I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2"/>
                    <w:w w:val="100"/>
                  </w:rPr>
                  <w:t>m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pr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1"/>
                    <w:w w:val="100"/>
                  </w:rPr>
                  <w:t>o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</w:rPr>
                  <w:t>v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1"/>
                    <w:w w:val="100"/>
                  </w:rPr>
                  <w:t>e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1"/>
                    <w:w w:val="100"/>
                  </w:rPr>
                  <w:t>m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ent</w:t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71pt;margin-top:36.117168pt;width:199.200728pt;height:23.539994pt;mso-position-horizontal-relative:page;mso-position-vertical-relative:page;z-index:-199" type="#_x0000_t202" filled="f" stroked="f">
          <v:textbox inset="0,0,0,0">
            <w:txbxContent>
              <w:p>
                <w:pPr>
                  <w:spacing w:before="0" w:after="0" w:line="225" w:lineRule="exact"/>
                  <w:ind w:left="20" w:right="-2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P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</w:rPr>
                  <w:t>D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C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</w:rPr>
                  <w:t>2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014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F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2"/>
                    <w:w w:val="100"/>
                  </w:rPr>
                  <w:t>i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nal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Re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</w:rPr>
                  <w:t>p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o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</w:rPr>
                  <w:t>r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t</w:t>
                </w:r>
              </w:p>
              <w:p>
                <w:pPr>
                  <w:spacing w:before="0" w:after="0" w:line="240" w:lineRule="auto"/>
                  <w:ind w:left="20" w:right="-5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</w:rPr>
                  <w:t>A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p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</w:rPr>
                  <w:t>p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1"/>
                    <w:w w:val="100"/>
                  </w:rPr>
                  <w:t>e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</w:rPr>
                  <w:t>nd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2"/>
                    <w:w w:val="100"/>
                  </w:rPr>
                  <w:t>i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x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C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–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</w:rPr>
                  <w:t>H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i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</w:rPr>
                  <w:t>s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t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</w:rPr>
                  <w:t>or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y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of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1"/>
                    <w:w w:val="100"/>
                  </w:rPr>
                  <w:t>I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</w:rPr>
                  <w:t>ns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2"/>
                    <w:w w:val="100"/>
                  </w:rPr>
                  <w:t>t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</w:rPr>
                  <w:t>ruc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2"/>
                    <w:w w:val="100"/>
                  </w:rPr>
                  <w:t>t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</w:rPr>
                  <w:t>o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r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</w:rPr>
                  <w:t>I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2"/>
                    <w:w w:val="100"/>
                  </w:rPr>
                  <w:t>m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</w:rPr>
                  <w:t>pr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t>o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</w:rPr>
                  <w:t>v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1"/>
                    <w:w w:val="100"/>
                  </w:rPr>
                  <w:t>e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-1"/>
                    <w:w w:val="100"/>
                  </w:rPr>
                  <w:t>m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1"/>
                    <w:w w:val="100"/>
                  </w:rPr>
                  <w:t>ent</w:t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  <w:evenAndOddHeader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Relationship Id="rId11" Type="http://schemas.openxmlformats.org/officeDocument/2006/relationships/image" Target="media/image1.png"/><Relationship Id="rId12" Type="http://schemas.openxmlformats.org/officeDocument/2006/relationships/image" Target="media/image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Chasity</dc:creator>
  <dc:title>Microsoft Word - 09-pdc-14-annual-final</dc:title>
  <dcterms:created xsi:type="dcterms:W3CDTF">2015-07-09T07:56:42Z</dcterms:created>
  <dcterms:modified xsi:type="dcterms:W3CDTF">2015-07-09T07:56:42Z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2015-06-29T00:00:00Z</vt:filetime>
  </property>
  <property fmtid="{D5CDD505-2E9C-101B-9397-08002B2CF9AE}" pid="3" name="LastSaved">
    <vt:filetime>2015-07-09T00:00:00Z</vt:filetime>
  </property>
</Properties>
</file>